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8CA7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28505B3" wp14:editId="64387B0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65D4443C" wp14:editId="1B4A8E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73738">
        <w:rPr>
          <w:rFonts w:ascii="Segoe Print" w:hAnsi="Segoe Print"/>
          <w:b/>
          <w:sz w:val="24"/>
        </w:rPr>
        <w:t>8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2B2C80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2A76A8B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FB144FB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EB03C1B" w14:textId="77777777" w:rsidR="00E20822" w:rsidRPr="00FB0E81" w:rsidRDefault="00873738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£80 in the ratio 1:3</w:t>
            </w:r>
          </w:p>
        </w:tc>
        <w:tc>
          <w:tcPr>
            <w:tcW w:w="425" w:type="dxa"/>
            <w:tcBorders>
              <w:right w:val="nil"/>
            </w:tcBorders>
          </w:tcPr>
          <w:p w14:paraId="29FEB95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2C1A11A8" w14:textId="77777777" w:rsidR="00873738" w:rsidRPr="00FF6E01" w:rsidRDefault="00873738" w:rsidP="00873738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7F2430F2" w14:textId="77777777" w:rsidR="00E20822" w:rsidRPr="000A63AF" w:rsidRDefault="00873738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FF6E01"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2BE4DBF2" wp14:editId="05D6AE2E">
                  <wp:extent cx="1159648" cy="795647"/>
                  <wp:effectExtent l="0" t="0" r="254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01" cy="808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C240D5" w14:paraId="736D2A9A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33C84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E981EEB" w14:textId="77777777" w:rsidR="00E20822" w:rsidRPr="00C240D5" w:rsidRDefault="00873738" w:rsidP="00505FC9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>Round 4.893 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CE6FB4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441DD4F" w14:textId="77777777" w:rsidR="00873738" w:rsidRPr="004A013B" w:rsidRDefault="00873738" w:rsidP="00873738">
            <w:pPr>
              <w:spacing w:before="120"/>
              <w:rPr>
                <w:rFonts w:ascii="Tahoma" w:hAnsi="Tahoma" w:cs="Tahoma"/>
              </w:rPr>
            </w:pPr>
            <w:r w:rsidRPr="004A013B">
              <w:rPr>
                <w:rFonts w:ascii="Tahoma" w:hAnsi="Tahoma" w:cs="Tahoma"/>
              </w:rPr>
              <w:t xml:space="preserve">What is the mode of </w:t>
            </w:r>
          </w:p>
          <w:p w14:paraId="6DD3DA5E" w14:textId="77777777" w:rsidR="00E20822" w:rsidRPr="00C240D5" w:rsidRDefault="00873738" w:rsidP="00873738">
            <w:pPr>
              <w:spacing w:before="120" w:after="0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6  5   4   6   8   4   6   5   3</w:t>
            </w:r>
          </w:p>
        </w:tc>
      </w:tr>
      <w:tr w:rsidR="00E20822" w:rsidRPr="00C240D5" w14:paraId="2A59A2FB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3E0849D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F0656C2" w14:textId="77777777" w:rsidR="00873738" w:rsidRPr="00FF6E01" w:rsidRDefault="00873738" w:rsidP="00307C10">
            <w:pPr>
              <w:spacing w:before="120"/>
              <w:rPr>
                <w:rFonts w:ascii="Tahoma" w:hAnsi="Tahoma" w:cs="Tahoma"/>
                <w:noProof/>
              </w:rPr>
            </w:pPr>
            <w:r w:rsidRPr="00FF6E01"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6F85BDC6" wp14:editId="78CE4FF5">
                  <wp:simplePos x="0" y="0"/>
                  <wp:positionH relativeFrom="column">
                    <wp:posOffset>2712720</wp:posOffset>
                  </wp:positionH>
                  <wp:positionV relativeFrom="paragraph">
                    <wp:posOffset>94420</wp:posOffset>
                  </wp:positionV>
                  <wp:extent cx="820420" cy="112776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Pr="00FF6E01">
              <w:rPr>
                <w:rFonts w:ascii="Tahoma" w:hAnsi="Tahoma" w:cs="Tahoma"/>
                <w:noProof/>
              </w:rPr>
              <w:t xml:space="preserve"> the hypotenuse</w:t>
            </w:r>
          </w:p>
          <w:p w14:paraId="113B4884" w14:textId="77777777" w:rsidR="007E2C1A" w:rsidRPr="00C240D5" w:rsidRDefault="007E2C1A" w:rsidP="00873738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8125739" wp14:editId="52A8FB46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BCE4569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4998E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797B7B87" w14:textId="77777777" w:rsidR="00873738" w:rsidRDefault="00873738" w:rsidP="00525119">
      <w:pPr>
        <w:spacing w:after="0"/>
        <w:rPr>
          <w:rFonts w:ascii="Avenir Book" w:hAnsi="Avenir Book"/>
          <w:sz w:val="24"/>
          <w:szCs w:val="24"/>
        </w:rPr>
      </w:pPr>
    </w:p>
    <w:p w14:paraId="113EF14B" w14:textId="77777777" w:rsidR="00873738" w:rsidRDefault="00873738" w:rsidP="0087373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3600" behindDoc="0" locked="0" layoutInCell="1" allowOverlap="1" wp14:anchorId="12D94003" wp14:editId="33796EA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" name="Picture 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0" locked="0" layoutInCell="1" allowOverlap="1" wp14:anchorId="54970C61" wp14:editId="41C2CDE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8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6BB787A" w14:textId="77777777" w:rsidR="00873738" w:rsidRDefault="00873738" w:rsidP="00873738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873738" w:rsidRPr="000A63AF" w14:paraId="4C45E848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109BCEE" w14:textId="77777777" w:rsidR="00873738" w:rsidRPr="00C240D5" w:rsidRDefault="0087373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DA1E3C7" w14:textId="77777777" w:rsidR="00873738" w:rsidRPr="00FB0E81" w:rsidRDefault="00873738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£80 in the ratio 1:3</w:t>
            </w:r>
          </w:p>
        </w:tc>
        <w:tc>
          <w:tcPr>
            <w:tcW w:w="425" w:type="dxa"/>
            <w:tcBorders>
              <w:right w:val="nil"/>
            </w:tcBorders>
          </w:tcPr>
          <w:p w14:paraId="46AC4A05" w14:textId="77777777" w:rsidR="00873738" w:rsidRPr="00C240D5" w:rsidRDefault="0087373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AA07E0D" w14:textId="77777777" w:rsidR="00873738" w:rsidRPr="00FF6E01" w:rsidRDefault="00873738" w:rsidP="00E01254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5A10A990" w14:textId="77777777" w:rsidR="00873738" w:rsidRPr="000A63AF" w:rsidRDefault="00873738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FF6E01"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69625A54" wp14:editId="7D303DED">
                  <wp:extent cx="1159648" cy="795647"/>
                  <wp:effectExtent l="0" t="0" r="254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01" cy="808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738" w:rsidRPr="00C240D5" w14:paraId="3653029D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0ECEC5F" w14:textId="77777777" w:rsidR="00873738" w:rsidRPr="00C240D5" w:rsidRDefault="0087373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C34C6AA" w14:textId="77777777" w:rsidR="00873738" w:rsidRPr="00C240D5" w:rsidRDefault="00873738" w:rsidP="00E01254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>Round 4.893 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FB62C8A" w14:textId="77777777" w:rsidR="00873738" w:rsidRPr="00C240D5" w:rsidRDefault="0087373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AD7A098" w14:textId="77777777" w:rsidR="00873738" w:rsidRPr="004A013B" w:rsidRDefault="00873738" w:rsidP="00E01254">
            <w:pPr>
              <w:spacing w:before="120"/>
              <w:rPr>
                <w:rFonts w:ascii="Tahoma" w:hAnsi="Tahoma" w:cs="Tahoma"/>
              </w:rPr>
            </w:pPr>
            <w:r w:rsidRPr="004A013B">
              <w:rPr>
                <w:rFonts w:ascii="Tahoma" w:hAnsi="Tahoma" w:cs="Tahoma"/>
              </w:rPr>
              <w:t xml:space="preserve">What is the mode of </w:t>
            </w:r>
          </w:p>
          <w:p w14:paraId="6D38C7B9" w14:textId="77777777" w:rsidR="00873738" w:rsidRPr="00C240D5" w:rsidRDefault="00873738" w:rsidP="00E01254">
            <w:pPr>
              <w:spacing w:before="120" w:after="0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6  5   4   6   8   4   6   5   3</w:t>
            </w:r>
          </w:p>
        </w:tc>
      </w:tr>
      <w:tr w:rsidR="00873738" w:rsidRPr="00C240D5" w14:paraId="5EB946C4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299804FF" w14:textId="77777777" w:rsidR="00873738" w:rsidRPr="00C240D5" w:rsidRDefault="0087373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8047ACF" w14:textId="77777777" w:rsidR="00873738" w:rsidRPr="00FF6E01" w:rsidRDefault="00873738" w:rsidP="00307C10">
            <w:pPr>
              <w:spacing w:before="120"/>
              <w:rPr>
                <w:rFonts w:ascii="Tahoma" w:hAnsi="Tahoma" w:cs="Tahoma"/>
                <w:noProof/>
              </w:rPr>
            </w:pPr>
            <w:r w:rsidRPr="00FF6E01"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75648" behindDoc="0" locked="0" layoutInCell="1" allowOverlap="1" wp14:anchorId="3EC49F24" wp14:editId="1819ED3D">
                  <wp:simplePos x="0" y="0"/>
                  <wp:positionH relativeFrom="column">
                    <wp:posOffset>2712720</wp:posOffset>
                  </wp:positionH>
                  <wp:positionV relativeFrom="paragraph">
                    <wp:posOffset>94420</wp:posOffset>
                  </wp:positionV>
                  <wp:extent cx="820420" cy="112776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1127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Pr="00FF6E01">
              <w:rPr>
                <w:rFonts w:ascii="Tahoma" w:hAnsi="Tahoma" w:cs="Tahoma"/>
                <w:noProof/>
              </w:rPr>
              <w:t xml:space="preserve"> the</w:t>
            </w:r>
            <w:bookmarkStart w:id="0" w:name="_GoBack"/>
            <w:bookmarkEnd w:id="0"/>
            <w:r w:rsidRPr="00FF6E01">
              <w:rPr>
                <w:rFonts w:ascii="Tahoma" w:hAnsi="Tahoma" w:cs="Tahoma"/>
                <w:noProof/>
              </w:rPr>
              <w:t xml:space="preserve"> hypotenuse</w:t>
            </w:r>
          </w:p>
          <w:p w14:paraId="6EE83EAC" w14:textId="77777777" w:rsidR="00873738" w:rsidRPr="00C240D5" w:rsidRDefault="00873738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35AF09BD" wp14:editId="17156391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4DCB7D4" w14:textId="77777777" w:rsidR="00873738" w:rsidRDefault="00873738" w:rsidP="00525119">
      <w:pPr>
        <w:spacing w:after="0"/>
        <w:rPr>
          <w:rFonts w:ascii="Avenir Book" w:hAnsi="Avenir Book"/>
          <w:sz w:val="24"/>
          <w:szCs w:val="24"/>
        </w:rPr>
      </w:pPr>
    </w:p>
    <w:sectPr w:rsidR="0087373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38"/>
    <w:rsid w:val="000A43CA"/>
    <w:rsid w:val="000A63AF"/>
    <w:rsid w:val="001826A9"/>
    <w:rsid w:val="00213C21"/>
    <w:rsid w:val="002D5D86"/>
    <w:rsid w:val="00307C10"/>
    <w:rsid w:val="00333535"/>
    <w:rsid w:val="003F51D8"/>
    <w:rsid w:val="00505FC9"/>
    <w:rsid w:val="00525119"/>
    <w:rsid w:val="0064471D"/>
    <w:rsid w:val="00705472"/>
    <w:rsid w:val="007B4226"/>
    <w:rsid w:val="007E2C1A"/>
    <w:rsid w:val="00873738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B3ED"/>
  <w15:docId w15:val="{7F858FD2-3FC6-2941-8BC4-89ED64C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dcterms:created xsi:type="dcterms:W3CDTF">2019-02-22T19:20:00Z</dcterms:created>
  <dcterms:modified xsi:type="dcterms:W3CDTF">2019-02-22T19:24:00Z</dcterms:modified>
</cp:coreProperties>
</file>